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D7" w:rsidRDefault="001C70D7"/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00"/>
        <w:gridCol w:w="728"/>
        <w:gridCol w:w="585"/>
        <w:gridCol w:w="1165"/>
        <w:gridCol w:w="330"/>
        <w:gridCol w:w="770"/>
        <w:gridCol w:w="1240"/>
        <w:gridCol w:w="7"/>
        <w:gridCol w:w="1309"/>
        <w:gridCol w:w="123"/>
        <w:gridCol w:w="563"/>
        <w:gridCol w:w="513"/>
        <w:gridCol w:w="118"/>
        <w:gridCol w:w="1318"/>
        <w:gridCol w:w="11"/>
      </w:tblGrid>
      <w:tr w:rsidR="001C70D7">
        <w:trPr>
          <w:gridAfter w:val="1"/>
          <w:wAfter w:w="11" w:type="dxa"/>
          <w:trHeight w:val="1879"/>
          <w:jc w:val="center"/>
        </w:trPr>
        <w:tc>
          <w:tcPr>
            <w:tcW w:w="4878" w:type="dxa"/>
            <w:gridSpan w:val="6"/>
          </w:tcPr>
          <w:sdt>
            <w:sdtPr>
              <w:rPr>
                <w:sz w:val="30"/>
              </w:rPr>
              <w:alias w:val="Company"/>
              <w:id w:val="20735487"/>
              <w:placeholder>
                <w:docPart w:val="D0AC47FA4274402A920772520A948CC8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1C70D7" w:rsidRPr="006C5CE9" w:rsidRDefault="006C5CE9">
                <w:pPr>
                  <w:pStyle w:val="CompanyName"/>
                  <w:rPr>
                    <w:sz w:val="30"/>
                  </w:rPr>
                </w:pPr>
                <w:r w:rsidRPr="006C5CE9">
                  <w:rPr>
                    <w:sz w:val="30"/>
                  </w:rPr>
                  <w:t>ACME Corporation</w:t>
                </w:r>
              </w:p>
            </w:sdtContent>
          </w:sdt>
          <w:p w:rsidR="001C70D7" w:rsidRDefault="001C70D7">
            <w:pPr>
              <w:pStyle w:val="CompanySlogan"/>
            </w:pPr>
          </w:p>
          <w:sdt>
            <w:sdtPr>
              <w:alias w:val="Company Address"/>
              <w:tag w:val="Company Address"/>
              <w:id w:val="20735629"/>
              <w:placeholder>
                <w:docPart w:val="08111AB6561C414DB7E4523D5F4CBA70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[Street Address]</w:t>
                </w:r>
                <w:r>
                  <w:br/>
                  <w:t>[City, ST ZIP Code]</w:t>
                </w:r>
              </w:p>
            </w:sdtContent>
          </w:sdt>
          <w:sdt>
            <w:sdtPr>
              <w:alias w:val="Company Phone Number"/>
              <w:tag w:val="Company Phone"/>
              <w:id w:val="20735643"/>
              <w:placeholder>
                <w:docPart w:val="81568FC79B1B4416BFF928D598728848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[Phone Number]</w:t>
                </w:r>
              </w:p>
            </w:sdtContent>
          </w:sdt>
          <w:sdt>
            <w:sdtPr>
              <w:alias w:val="Company Fax Number"/>
              <w:tag w:val="Company Fax Number"/>
              <w:id w:val="20735654"/>
              <w:placeholder>
                <w:docPart w:val="3BC9564DAC3F40E7974069BF11599B29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[Fax Number]</w:t>
                </w:r>
              </w:p>
            </w:sdtContent>
          </w:sdt>
        </w:tc>
        <w:tc>
          <w:tcPr>
            <w:tcW w:w="5191" w:type="dxa"/>
            <w:gridSpan w:val="8"/>
          </w:tcPr>
          <w:p w:rsidR="001C70D7" w:rsidRDefault="006C5CE9">
            <w:pPr>
              <w:pStyle w:val="PurchaseOrderTitle"/>
            </w:pPr>
            <w:bookmarkStart w:id="0" w:name="_GoBack"/>
            <w:bookmarkEnd w:id="0"/>
            <w:r>
              <w:t>Purchase Order</w:t>
            </w:r>
          </w:p>
        </w:tc>
      </w:tr>
      <w:tr w:rsidR="001C70D7">
        <w:trPr>
          <w:gridAfter w:val="1"/>
          <w:wAfter w:w="11" w:type="dxa"/>
          <w:trHeight w:val="304"/>
          <w:jc w:val="center"/>
        </w:trPr>
        <w:tc>
          <w:tcPr>
            <w:tcW w:w="10069" w:type="dxa"/>
            <w:gridSpan w:val="14"/>
            <w:tcMar>
              <w:bottom w:w="144" w:type="dxa"/>
            </w:tcMar>
          </w:tcPr>
          <w:p w:rsidR="001C70D7" w:rsidRDefault="001C70D7">
            <w:pPr>
              <w:pStyle w:val="Copy-Bold"/>
            </w:pPr>
          </w:p>
        </w:tc>
      </w:tr>
      <w:tr w:rsidR="001C70D7">
        <w:trPr>
          <w:gridAfter w:val="1"/>
          <w:wAfter w:w="11" w:type="dxa"/>
          <w:trHeight w:hRule="exact" w:val="1440"/>
          <w:jc w:val="center"/>
        </w:trPr>
        <w:tc>
          <w:tcPr>
            <w:tcW w:w="3778" w:type="dxa"/>
            <w:gridSpan w:val="4"/>
          </w:tcPr>
          <w:p w:rsidR="001C70D7" w:rsidRDefault="006C5CE9">
            <w:pPr>
              <w:pStyle w:val="ColumnHeading"/>
            </w:pPr>
            <w:r>
              <w:t>TO:</w:t>
            </w:r>
          </w:p>
          <w:sdt>
            <w:sdtPr>
              <w:id w:val="722501879"/>
              <w:placeholder>
                <w:docPart w:val="FF8D4044AE054CDCACA46BC033EB624F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Copy-Bold"/>
                </w:pPr>
                <w:r>
                  <w:t>[Purchaser Name]</w:t>
                </w:r>
              </w:p>
            </w:sdtContent>
          </w:sdt>
          <w:sdt>
            <w:sdtPr>
              <w:id w:val="722501863"/>
              <w:placeholder>
                <w:docPart w:val="2D1A63E6D2E346C0BDA58C690B440C82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id w:val="722501870"/>
              <w:placeholder>
                <w:docPart w:val="162A670FCCF34C419FCAE2AED7DF8B18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id w:val="722501871"/>
              <w:placeholder>
                <w:docPart w:val="F65F18EB31334D4CA3E49A6BFA574DE0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id w:val="722501872"/>
              <w:placeholder>
                <w:docPart w:val="D81FF51D4D424F89927B50F4DAA5AC5F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 xml:space="preserve">[Phone Number] </w:t>
                </w:r>
              </w:p>
            </w:sdtContent>
          </w:sdt>
        </w:tc>
        <w:tc>
          <w:tcPr>
            <w:tcW w:w="3779" w:type="dxa"/>
            <w:gridSpan w:val="6"/>
          </w:tcPr>
          <w:p w:rsidR="001C70D7" w:rsidRDefault="006C5CE9">
            <w:pPr>
              <w:pStyle w:val="ColumnHeading"/>
            </w:pPr>
            <w:r>
              <w:t>SHIP TO:</w:t>
            </w:r>
          </w:p>
          <w:sdt>
            <w:sdtPr>
              <w:id w:val="722501884"/>
              <w:placeholder>
                <w:docPart w:val="ACC75506A19649E2A844A758B3AC8091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Copy-Bold"/>
                </w:pPr>
                <w:r>
                  <w:t>[Recipient Name]</w:t>
                </w:r>
              </w:p>
            </w:sdtContent>
          </w:sdt>
          <w:sdt>
            <w:sdtPr>
              <w:id w:val="722501875"/>
              <w:placeholder>
                <w:docPart w:val="6E13178C54F34E02A7715BD748ED3D27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id w:val="722501876"/>
              <w:placeholder>
                <w:docPart w:val="8500B9BB6AA240A78A48208260679E8E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id w:val="722501877"/>
              <w:placeholder>
                <w:docPart w:val="9E0F240201A74A449464625471C175CB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id w:val="722501878"/>
              <w:placeholder>
                <w:docPart w:val="34B44B62D19C4864A5365CAA3992733A"/>
              </w:placeholder>
              <w:temporary/>
              <w:showingPlcHdr/>
            </w:sdtPr>
            <w:sdtEndPr/>
            <w:sdtContent>
              <w:p w:rsidR="001C70D7" w:rsidRDefault="006C5CE9">
                <w:pPr>
                  <w:pStyle w:val="Address"/>
                </w:pPr>
                <w:r>
                  <w:t xml:space="preserve">[Phone Number] </w:t>
                </w:r>
              </w:p>
            </w:sdtContent>
          </w:sdt>
        </w:tc>
        <w:tc>
          <w:tcPr>
            <w:tcW w:w="2512" w:type="dxa"/>
            <w:gridSpan w:val="4"/>
          </w:tcPr>
          <w:p w:rsidR="001C70D7" w:rsidRDefault="006C5CE9">
            <w:pPr>
              <w:pStyle w:val="ColumnHeading"/>
            </w:pPr>
            <w:r>
              <w:t xml:space="preserve">P.O. Number: </w:t>
            </w:r>
          </w:p>
          <w:p w:rsidR="001C70D7" w:rsidRDefault="006C5CE9">
            <w:pPr>
              <w:pStyle w:val="Copy-Bold"/>
            </w:pPr>
            <w:sdt>
              <w:sdtPr>
                <w:id w:val="3114818"/>
                <w:placeholder>
                  <w:docPart w:val="2F0C299B8E7B4035A54124796490E2BA"/>
                </w:placeholder>
                <w:temporary/>
                <w:showingPlcHdr/>
              </w:sdtPr>
              <w:sdtEndPr/>
              <w:sdtContent>
                <w:r>
                  <w:t>[P.O. number]</w:t>
                </w:r>
              </w:sdtContent>
            </w:sdt>
          </w:p>
          <w:p w:rsidR="001C70D7" w:rsidRDefault="006C5CE9">
            <w:pPr>
              <w:pStyle w:val="Note"/>
            </w:pPr>
            <w:r>
              <w:t>[The P.O. number must appear on all related correspondence, shipping papers, and invoices]</w:t>
            </w:r>
          </w:p>
          <w:p w:rsidR="001C70D7" w:rsidRDefault="001C70D7">
            <w:pPr>
              <w:pStyle w:val="Copy-Bold"/>
            </w:pPr>
          </w:p>
        </w:tc>
      </w:tr>
      <w:tr w:rsidR="001C70D7">
        <w:trPr>
          <w:gridAfter w:val="1"/>
          <w:wAfter w:w="11" w:type="dxa"/>
          <w:trHeight w:val="709"/>
          <w:jc w:val="center"/>
        </w:trPr>
        <w:tc>
          <w:tcPr>
            <w:tcW w:w="10069" w:type="dxa"/>
            <w:gridSpan w:val="14"/>
            <w:tcBorders>
              <w:bottom w:val="single" w:sz="4" w:space="0" w:color="A3A3A3" w:themeColor="accent1" w:themeTint="99"/>
            </w:tcBorders>
          </w:tcPr>
          <w:p w:rsidR="001C70D7" w:rsidRDefault="001C70D7"/>
        </w:tc>
      </w:tr>
      <w:tr w:rsidR="001C70D7">
        <w:trPr>
          <w:gridAfter w:val="1"/>
          <w:wAfter w:w="11" w:type="dxa"/>
          <w:trHeight w:hRule="exact" w:val="259"/>
          <w:jc w:val="center"/>
        </w:trPr>
        <w:tc>
          <w:tcPr>
            <w:tcW w:w="2028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P.O DATE</w:t>
            </w:r>
          </w:p>
        </w:tc>
        <w:tc>
          <w:tcPr>
            <w:tcW w:w="2080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REQUISITIONER</w:t>
            </w:r>
          </w:p>
        </w:tc>
        <w:tc>
          <w:tcPr>
            <w:tcW w:w="2017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SHIPPED VIA</w:t>
            </w:r>
          </w:p>
        </w:tc>
        <w:tc>
          <w:tcPr>
            <w:tcW w:w="1995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F.O.B. POINT</w:t>
            </w:r>
          </w:p>
        </w:tc>
        <w:tc>
          <w:tcPr>
            <w:tcW w:w="1949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TERMS</w:t>
            </w: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2028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py"/>
            </w:pPr>
            <w:sdt>
              <w:sdtPr>
                <w:id w:val="3114871"/>
                <w:placeholder>
                  <w:docPart w:val="A91A66640B7B469CB61EE2C7E2EEDADB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Pick the Date</w:t>
                </w:r>
              </w:sdtContent>
            </w:sdt>
          </w:p>
        </w:tc>
        <w:tc>
          <w:tcPr>
            <w:tcW w:w="2080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2017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995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949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</w:tr>
      <w:tr w:rsidR="001C70D7">
        <w:trPr>
          <w:gridAfter w:val="1"/>
          <w:wAfter w:w="11" w:type="dxa"/>
          <w:trHeight w:val="27"/>
          <w:jc w:val="center"/>
        </w:trPr>
        <w:tc>
          <w:tcPr>
            <w:tcW w:w="10069" w:type="dxa"/>
            <w:gridSpan w:val="14"/>
            <w:tcBorders>
              <w:top w:val="single" w:sz="4" w:space="0" w:color="A3A3A3" w:themeColor="accent1" w:themeTint="99"/>
              <w:bottom w:val="single" w:sz="4" w:space="0" w:color="A3A3A3" w:themeColor="accent1" w:themeTint="99"/>
            </w:tcBorders>
          </w:tcPr>
          <w:p w:rsidR="001C70D7" w:rsidRDefault="001C70D7"/>
        </w:tc>
      </w:tr>
      <w:tr w:rsidR="001C70D7">
        <w:trPr>
          <w:gridAfter w:val="1"/>
          <w:wAfter w:w="11" w:type="dxa"/>
          <w:trHeight w:hRule="exact" w:val="259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QTY</w:t>
            </w: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UNIT</w:t>
            </w: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DESCRIPTION</w:t>
            </w: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UNIT PRICE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E0E0E0" w:themeFill="accent1" w:themeFillTint="33"/>
            <w:vAlign w:val="center"/>
          </w:tcPr>
          <w:p w:rsidR="001C70D7" w:rsidRDefault="006C5CE9">
            <w:pPr>
              <w:pStyle w:val="ColumnHeading"/>
            </w:pPr>
            <w:r>
              <w:t>TOTAL</w:t>
            </w: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sdt>
          <w:sdtPr>
            <w:id w:val="20735544"/>
            <w:placeholder>
              <w:docPart w:val="2A5AFD2BB1664CC3B07A710DCB1D32BA"/>
            </w:placeholder>
            <w:temporary/>
            <w:showingPlcHdr/>
          </w:sdtPr>
          <w:sdtEndPr/>
          <w:sdtContent>
            <w:tc>
              <w:tcPr>
                <w:tcW w:w="4821" w:type="dxa"/>
                <w:gridSpan w:val="6"/>
                <w:tcBorders>
                  <w:top w:val="single" w:sz="4" w:space="0" w:color="A3A3A3" w:themeColor="accent1" w:themeTint="99"/>
                  <w:left w:val="single" w:sz="4" w:space="0" w:color="A3A3A3" w:themeColor="accent1" w:themeTint="99"/>
                  <w:bottom w:val="single" w:sz="4" w:space="0" w:color="A3A3A3" w:themeColor="accent1" w:themeTint="99"/>
                  <w:right w:val="single" w:sz="4" w:space="0" w:color="A3A3A3" w:themeColor="accent1" w:themeTint="99"/>
                </w:tcBorders>
                <w:vAlign w:val="center"/>
              </w:tcPr>
              <w:p w:rsidR="001C70D7" w:rsidRDefault="006C5CE9">
                <w:pPr>
                  <w:pStyle w:val="Copy"/>
                </w:pPr>
                <w:r>
                  <w:t>[Description of Item]</w:t>
                </w:r>
              </w:p>
            </w:tc>
          </w:sdtContent>
        </w:sdt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py"/>
              <w:jc w:val="right"/>
            </w:pPr>
            <w:r>
              <w:t>$</w:t>
            </w:r>
            <w:sdt>
              <w:sdtPr>
                <w:id w:val="20735553"/>
                <w:placeholder>
                  <w:docPart w:val="0AB05466652A41ADB4DE97052F0E6860"/>
                </w:placeholder>
                <w:temporary/>
                <w:showingPlcHdr/>
              </w:sdtPr>
              <w:sdtEndPr/>
              <w:sdtContent>
                <w:r>
                  <w:t>[4.00]</w:t>
                </w:r>
              </w:sdtContent>
            </w:sdt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py"/>
              <w:jc w:val="right"/>
            </w:pPr>
            <w:r>
              <w:t>$</w:t>
            </w:r>
            <w:sdt>
              <w:sdtPr>
                <w:id w:val="20735563"/>
                <w:placeholder>
                  <w:docPart w:val="01DD2B89D65C42FEAAE4A4A6010FD31D"/>
                </w:placeholder>
                <w:temporary/>
                <w:showingPlcHdr/>
              </w:sdtPr>
              <w:sdtEndPr/>
              <w:sdtContent>
                <w:r>
                  <w:t>[4.00]</w:t>
                </w:r>
              </w:sdtContent>
            </w:sdt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 w:val="restart"/>
            <w:tcBorders>
              <w:top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1C70D7" w:rsidRDefault="001C70D7"/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lumnHeading"/>
            </w:pPr>
            <w:r>
              <w:t>SUBTOTAL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1C70D7" w:rsidRDefault="001C70D7"/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lumnHeading"/>
            </w:pPr>
            <w:r>
              <w:t>SALES TAX</w:t>
            </w:r>
          </w:p>
        </w:tc>
        <w:sdt>
          <w:sdtPr>
            <w:id w:val="20735582"/>
            <w:placeholder>
              <w:docPart w:val="1FB858EEB7744169BD3BD5182C709285"/>
            </w:placeholder>
            <w:temporary/>
            <w:showingPlcHdr/>
          </w:sdtPr>
          <w:sdtEndPr/>
          <w:sdtContent>
            <w:tc>
              <w:tcPr>
                <w:tcW w:w="1318" w:type="dxa"/>
                <w:tcBorders>
                  <w:top w:val="single" w:sz="4" w:space="0" w:color="A3A3A3" w:themeColor="accent1" w:themeTint="99"/>
                  <w:left w:val="single" w:sz="4" w:space="0" w:color="A3A3A3" w:themeColor="accent1" w:themeTint="99"/>
                  <w:bottom w:val="single" w:sz="4" w:space="0" w:color="A3A3A3" w:themeColor="accent1" w:themeTint="99"/>
                  <w:right w:val="single" w:sz="4" w:space="0" w:color="A3A3A3" w:themeColor="accent1" w:themeTint="99"/>
                </w:tcBorders>
                <w:vAlign w:val="center"/>
              </w:tcPr>
              <w:p w:rsidR="001C70D7" w:rsidRDefault="006C5CE9">
                <w:pPr>
                  <w:pStyle w:val="Copy"/>
                  <w:jc w:val="right"/>
                </w:pPr>
                <w:r>
                  <w:t>[8.2%]</w:t>
                </w:r>
              </w:p>
            </w:tc>
          </w:sdtContent>
        </w:sdt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 w:val="restart"/>
            <w:shd w:val="clear" w:color="auto" w:fill="auto"/>
          </w:tcPr>
          <w:p w:rsidR="001C70D7" w:rsidRDefault="006C5CE9">
            <w:pPr>
              <w:pStyle w:val="ListforInstructions"/>
            </w:pPr>
            <w:r>
              <w:t>Please send two copies of your invoice.</w:t>
            </w:r>
          </w:p>
          <w:p w:rsidR="001C70D7" w:rsidRDefault="006C5CE9">
            <w:pPr>
              <w:pStyle w:val="ListforInstructions"/>
            </w:pPr>
            <w:r>
              <w:t xml:space="preserve">Enter this order in accordance with </w:t>
            </w:r>
            <w:r>
              <w:t>the prices, terms, delivery method, and specifications listed above.</w:t>
            </w:r>
          </w:p>
          <w:p w:rsidR="001C70D7" w:rsidRDefault="006C5CE9">
            <w:pPr>
              <w:pStyle w:val="ListforInstructions"/>
            </w:pPr>
            <w:r>
              <w:t>Please notify us immediately if you are unable to ship as specified.</w:t>
            </w:r>
          </w:p>
          <w:p w:rsidR="001C70D7" w:rsidRDefault="006C5CE9">
            <w:pPr>
              <w:pStyle w:val="ListforInstructions"/>
            </w:pPr>
            <w:r>
              <w:t>Send all correspondence to:</w:t>
            </w:r>
          </w:p>
          <w:sdt>
            <w:sdtPr>
              <w:alias w:val="Author"/>
              <w:id w:val="20735609"/>
              <w:placeholder>
                <w:docPart w:val="326D85FA82CC4C268397D0BE34B2789D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:rsidR="001C70D7" w:rsidRDefault="006C5CE9">
                <w:pPr>
                  <w:pStyle w:val="SecondLevelList"/>
                </w:pPr>
                <w:r>
                  <w:t>Marwen Mema</w:t>
                </w:r>
              </w:p>
            </w:sdtContent>
          </w:sdt>
          <w:sdt>
            <w:sdtPr>
              <w:alias w:val="Company Address"/>
              <w:tag w:val="Company Address"/>
              <w:id w:val="20735673"/>
              <w:placeholder>
                <w:docPart w:val="37614748F89F4273A6C864146B6D4E4D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1C70D7" w:rsidRDefault="006C5CE9">
                <w:pPr>
                  <w:pStyle w:val="SecondLevelList"/>
                </w:pPr>
                <w:r>
                  <w:t>[Street Address]</w:t>
                </w:r>
                <w:r>
                  <w:br/>
                  <w:t>[City, ST ZIP Code]</w:t>
                </w:r>
              </w:p>
            </w:sdtContent>
          </w:sdt>
          <w:sdt>
            <w:sdtPr>
              <w:alias w:val="Company Phone"/>
              <w:tag w:val="Company Phone"/>
              <w:id w:val="20735726"/>
              <w:placeholder>
                <w:docPart w:val="C4B0C059CB3D4455B95CCA365105453D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1C70D7" w:rsidRDefault="006C5CE9">
                <w:pPr>
                  <w:pStyle w:val="SecondLevelList"/>
                </w:pPr>
                <w:r>
                  <w:t>[Phone Number]</w:t>
                </w:r>
              </w:p>
            </w:sdtContent>
          </w:sdt>
          <w:sdt>
            <w:sdtPr>
              <w:alias w:val="Company Fax"/>
              <w:tag w:val="Company Fax"/>
              <w:id w:val="20735778"/>
              <w:placeholder>
                <w:docPart w:val="F454FB1311534448A0D81CE31971C85B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1C70D7" w:rsidRDefault="006C5CE9">
                <w:pPr>
                  <w:pStyle w:val="SecondLevelList"/>
                </w:pPr>
                <w:r>
                  <w:t>[Fax Number]</w:t>
                </w:r>
              </w:p>
            </w:sdtContent>
          </w:sdt>
        </w:tc>
        <w:tc>
          <w:tcPr>
            <w:tcW w:w="1240" w:type="dxa"/>
            <w:vMerge w:val="restart"/>
            <w:tcBorders>
              <w:right w:val="single" w:sz="4" w:space="0" w:color="A3A3A3" w:themeColor="accent1" w:themeTint="99"/>
            </w:tcBorders>
            <w:shd w:val="clear" w:color="auto" w:fill="auto"/>
          </w:tcPr>
          <w:p w:rsidR="001C70D7" w:rsidRDefault="001C70D7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lumnHeading"/>
            </w:pPr>
            <w:r>
              <w:t>SHIP</w:t>
            </w:r>
            <w:r>
              <w:t>PING AND HANDLING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1C70D7" w:rsidRDefault="001C70D7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1C70D7" w:rsidRDefault="001C70D7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lumnHeading"/>
            </w:pPr>
            <w:r>
              <w:t>OTHER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1C70D7">
            <w:pPr>
              <w:pStyle w:val="Copy"/>
              <w:jc w:val="right"/>
            </w:pPr>
          </w:p>
        </w:tc>
      </w:tr>
      <w:tr w:rsidR="001C70D7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1C70D7" w:rsidRDefault="001C70D7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:rsidR="001C70D7" w:rsidRDefault="001C70D7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lumnHeading"/>
            </w:pPr>
            <w:r>
              <w:t>TOTAL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:rsidR="001C70D7" w:rsidRDefault="006C5CE9">
            <w:pPr>
              <w:pStyle w:val="Copy-Bold"/>
              <w:jc w:val="right"/>
            </w:pPr>
            <w:r>
              <w:t>$</w:t>
            </w:r>
            <w:sdt>
              <w:sdtPr>
                <w:id w:val="20735573"/>
                <w:placeholder>
                  <w:docPart w:val="E1716250BC5744C0BEC5FF0ADA8C7E27"/>
                </w:placeholder>
                <w:temporary/>
                <w:showingPlcHdr/>
              </w:sdtPr>
              <w:sdtEndPr/>
              <w:sdtContent>
                <w:r>
                  <w:t>[4.33]</w:t>
                </w:r>
              </w:sdtContent>
            </w:sdt>
          </w:p>
        </w:tc>
      </w:tr>
      <w:tr w:rsidR="001C70D7">
        <w:trPr>
          <w:trHeight w:val="2221"/>
          <w:jc w:val="center"/>
        </w:trPr>
        <w:tc>
          <w:tcPr>
            <w:tcW w:w="4878" w:type="dxa"/>
            <w:gridSpan w:val="6"/>
            <w:vMerge/>
          </w:tcPr>
          <w:p w:rsidR="001C70D7" w:rsidRDefault="001C70D7">
            <w:pPr>
              <w:pStyle w:val="SecondLevelList"/>
            </w:pPr>
          </w:p>
        </w:tc>
        <w:tc>
          <w:tcPr>
            <w:tcW w:w="1240" w:type="dxa"/>
            <w:vMerge/>
          </w:tcPr>
          <w:p w:rsidR="001C70D7" w:rsidRDefault="001C70D7">
            <w:pPr>
              <w:pStyle w:val="SecondLevelList"/>
            </w:pPr>
          </w:p>
        </w:tc>
        <w:tc>
          <w:tcPr>
            <w:tcW w:w="3962" w:type="dxa"/>
            <w:gridSpan w:val="8"/>
            <w:tcBorders>
              <w:top w:val="single" w:sz="4" w:space="0" w:color="A3A3A3" w:themeColor="accent1" w:themeTint="99"/>
            </w:tcBorders>
          </w:tcPr>
          <w:p w:rsidR="001C70D7" w:rsidRDefault="001C70D7">
            <w:pPr>
              <w:pStyle w:val="SecondLevelList"/>
            </w:pPr>
          </w:p>
        </w:tc>
      </w:tr>
      <w:tr w:rsidR="001C70D7">
        <w:trPr>
          <w:jc w:val="center"/>
        </w:trPr>
        <w:tc>
          <w:tcPr>
            <w:tcW w:w="10080" w:type="dxa"/>
            <w:gridSpan w:val="15"/>
          </w:tcPr>
          <w:p w:rsidR="001C70D7" w:rsidRDefault="001C70D7"/>
        </w:tc>
      </w:tr>
      <w:tr w:rsidR="001C70D7">
        <w:trPr>
          <w:jc w:val="center"/>
        </w:trPr>
        <w:tc>
          <w:tcPr>
            <w:tcW w:w="4878" w:type="dxa"/>
            <w:gridSpan w:val="6"/>
          </w:tcPr>
          <w:p w:rsidR="001C70D7" w:rsidRDefault="001C70D7"/>
        </w:tc>
        <w:tc>
          <w:tcPr>
            <w:tcW w:w="3755" w:type="dxa"/>
            <w:gridSpan w:val="6"/>
            <w:tcBorders>
              <w:top w:val="single" w:sz="4" w:space="0" w:color="A3A3A3" w:themeColor="accent1" w:themeTint="99"/>
            </w:tcBorders>
          </w:tcPr>
          <w:p w:rsidR="001C70D7" w:rsidRDefault="006C5CE9">
            <w:pPr>
              <w:pStyle w:val="Italic"/>
            </w:pPr>
            <w:r>
              <w:t xml:space="preserve">Authorized by </w:t>
            </w:r>
            <w:sdt>
              <w:sdtPr>
                <w:alias w:val="Author"/>
                <w:id w:val="20735797"/>
                <w:placeholder>
                  <w:docPart w:val="6D76B6F1D3714D5B82F0710F9B251DF1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>
                  <w:t>Marwen Mema</w:t>
                </w:r>
              </w:sdtContent>
            </w:sdt>
            <w:r>
              <w:t xml:space="preserve"> </w:t>
            </w:r>
          </w:p>
        </w:tc>
        <w:tc>
          <w:tcPr>
            <w:tcW w:w="1447" w:type="dxa"/>
            <w:gridSpan w:val="3"/>
            <w:tcBorders>
              <w:top w:val="single" w:sz="4" w:space="0" w:color="A3A3A3" w:themeColor="accent1" w:themeTint="99"/>
            </w:tcBorders>
          </w:tcPr>
          <w:p w:rsidR="001C70D7" w:rsidRDefault="006C5CE9">
            <w:pPr>
              <w:pStyle w:val="Copy"/>
            </w:pPr>
            <w:sdt>
              <w:sdtPr>
                <w:id w:val="722501902"/>
                <w:placeholder>
                  <w:docPart w:val="93CCD5BB16904C4B8627A3C9643A3218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Pick the Date</w:t>
                </w:r>
              </w:sdtContent>
            </w:sdt>
          </w:p>
        </w:tc>
      </w:tr>
    </w:tbl>
    <w:p w:rsidR="001C70D7" w:rsidRDefault="001C70D7"/>
    <w:p w:rsidR="001C70D7" w:rsidRDefault="001C70D7"/>
    <w:sectPr w:rsidR="001C70D7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">
    <w:altName w:val="Segoe UI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CEA29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7A0E0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A52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AD8D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D61744"/>
    <w:multiLevelType w:val="hybridMultilevel"/>
    <w:tmpl w:val="A54251EA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119B7"/>
    <w:multiLevelType w:val="hybridMultilevel"/>
    <w:tmpl w:val="341803A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D2512"/>
    <w:multiLevelType w:val="hybridMultilevel"/>
    <w:tmpl w:val="9B86E6D2"/>
    <w:lvl w:ilvl="0" w:tplc="298891F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EC4A7F"/>
    <w:multiLevelType w:val="hybridMultilevel"/>
    <w:tmpl w:val="66ECE9C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7E1"/>
    <w:multiLevelType w:val="hybridMultilevel"/>
    <w:tmpl w:val="6CE03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87B1F"/>
    <w:multiLevelType w:val="hybridMultilevel"/>
    <w:tmpl w:val="F6B62952"/>
    <w:lvl w:ilvl="0" w:tplc="2814F1EE">
      <w:start w:val="1"/>
      <w:numFmt w:val="decimal"/>
      <w:pStyle w:val="ListforInstructions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666666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51CEC"/>
    <w:multiLevelType w:val="hybridMultilevel"/>
    <w:tmpl w:val="8F52B60C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E9"/>
    <w:rsid w:val="001C70D7"/>
    <w:rsid w:val="006C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691C1A0C-D0F3-4F50-B4B5-154C92FD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333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A3A3A3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666666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333333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Purchase%20ord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0AC47FA4274402A920772520A948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C7044-5481-4ACD-ADA7-EAE048964A88}"/>
      </w:docPartPr>
      <w:docPartBody>
        <w:p w:rsidR="00000000" w:rsidRDefault="0011198F">
          <w:pPr>
            <w:pStyle w:val="D0AC47FA4274402A920772520A948CC8"/>
          </w:pPr>
          <w:r>
            <w:t>[company name]</w:t>
          </w:r>
        </w:p>
      </w:docPartBody>
    </w:docPart>
    <w:docPart>
      <w:docPartPr>
        <w:name w:val="08111AB6561C414DB7E4523D5F4CB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CA707-9EC5-4755-9C48-E3A796805747}"/>
      </w:docPartPr>
      <w:docPartBody>
        <w:p w:rsidR="00000000" w:rsidRDefault="0011198F">
          <w:pPr>
            <w:pStyle w:val="08111AB6561C414DB7E4523D5F4CBA70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81568FC79B1B4416BFF928D598728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CECB4-2D71-47AE-BD3B-64B91638AE7F}"/>
      </w:docPartPr>
      <w:docPartBody>
        <w:p w:rsidR="00000000" w:rsidRDefault="0011198F">
          <w:pPr>
            <w:pStyle w:val="81568FC79B1B4416BFF928D598728848"/>
          </w:pPr>
          <w:r>
            <w:t>[Phone Number]</w:t>
          </w:r>
        </w:p>
      </w:docPartBody>
    </w:docPart>
    <w:docPart>
      <w:docPartPr>
        <w:name w:val="3BC9564DAC3F40E7974069BF11599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D709C-8965-4455-9DAB-310D4CFAD57B}"/>
      </w:docPartPr>
      <w:docPartBody>
        <w:p w:rsidR="00000000" w:rsidRDefault="0011198F">
          <w:pPr>
            <w:pStyle w:val="3BC9564DAC3F40E7974069BF11599B29"/>
          </w:pPr>
          <w:r>
            <w:t>[Fax Number]</w:t>
          </w:r>
        </w:p>
      </w:docPartBody>
    </w:docPart>
    <w:docPart>
      <w:docPartPr>
        <w:name w:val="FF8D4044AE054CDCACA46BC033EB6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6C3C4-4882-4FAC-96BD-0029869A4958}"/>
      </w:docPartPr>
      <w:docPartBody>
        <w:p w:rsidR="00000000" w:rsidRDefault="0011198F">
          <w:pPr>
            <w:pStyle w:val="FF8D4044AE054CDCACA46BC033EB624F"/>
          </w:pPr>
          <w:r>
            <w:t>[Purchaser Name]</w:t>
          </w:r>
        </w:p>
      </w:docPartBody>
    </w:docPart>
    <w:docPart>
      <w:docPartPr>
        <w:name w:val="2D1A63E6D2E346C0BDA58C690B440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80D5A-9803-401B-92A5-A4B1B4F67325}"/>
      </w:docPartPr>
      <w:docPartBody>
        <w:p w:rsidR="00000000" w:rsidRDefault="0011198F">
          <w:pPr>
            <w:pStyle w:val="2D1A63E6D2E346C0BDA58C690B440C82"/>
          </w:pPr>
          <w:r>
            <w:t>[Company Name]</w:t>
          </w:r>
        </w:p>
      </w:docPartBody>
    </w:docPart>
    <w:docPart>
      <w:docPartPr>
        <w:name w:val="162A670FCCF34C419FCAE2AED7DF8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621BF-BEBC-415E-A633-80610AF88277}"/>
      </w:docPartPr>
      <w:docPartBody>
        <w:p w:rsidR="00000000" w:rsidRDefault="0011198F">
          <w:pPr>
            <w:pStyle w:val="162A670FCCF34C419FCAE2AED7DF8B18"/>
          </w:pPr>
          <w:r>
            <w:t>[Street Address]</w:t>
          </w:r>
        </w:p>
      </w:docPartBody>
    </w:docPart>
    <w:docPart>
      <w:docPartPr>
        <w:name w:val="F65F18EB31334D4CA3E49A6BFA574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C3094-8CF7-48E8-8D1E-B4B8406CC451}"/>
      </w:docPartPr>
      <w:docPartBody>
        <w:p w:rsidR="00000000" w:rsidRDefault="0011198F">
          <w:pPr>
            <w:pStyle w:val="F65F18EB31334D4CA3E49A6BFA574DE0"/>
          </w:pPr>
          <w:r>
            <w:t>[City, ST  ZIP Code]</w:t>
          </w:r>
        </w:p>
      </w:docPartBody>
    </w:docPart>
    <w:docPart>
      <w:docPartPr>
        <w:name w:val="D81FF51D4D424F89927B50F4DAA5A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4ED79-DCF3-4A06-8309-048579494D4A}"/>
      </w:docPartPr>
      <w:docPartBody>
        <w:p w:rsidR="00000000" w:rsidRDefault="0011198F">
          <w:pPr>
            <w:pStyle w:val="D81FF51D4D424F89927B50F4DAA5AC5F"/>
          </w:pPr>
          <w:r>
            <w:t xml:space="preserve">[Phone Number] </w:t>
          </w:r>
        </w:p>
      </w:docPartBody>
    </w:docPart>
    <w:docPart>
      <w:docPartPr>
        <w:name w:val="ACC75506A19649E2A844A758B3AC8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62E7B-EBBF-4A2C-B423-974758C19E28}"/>
      </w:docPartPr>
      <w:docPartBody>
        <w:p w:rsidR="00000000" w:rsidRDefault="0011198F">
          <w:pPr>
            <w:pStyle w:val="ACC75506A19649E2A844A758B3AC8091"/>
          </w:pPr>
          <w:r>
            <w:t>[Recipient Name]</w:t>
          </w:r>
        </w:p>
      </w:docPartBody>
    </w:docPart>
    <w:docPart>
      <w:docPartPr>
        <w:name w:val="6E13178C54F34E02A7715BD748ED3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50018-5A69-4917-998F-8BE8E3B1753B}"/>
      </w:docPartPr>
      <w:docPartBody>
        <w:p w:rsidR="00000000" w:rsidRDefault="0011198F">
          <w:pPr>
            <w:pStyle w:val="6E13178C54F34E02A7715BD748ED3D27"/>
          </w:pPr>
          <w:r>
            <w:t>[Company Name]</w:t>
          </w:r>
        </w:p>
      </w:docPartBody>
    </w:docPart>
    <w:docPart>
      <w:docPartPr>
        <w:name w:val="8500B9BB6AA240A78A48208260679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D93DD-BB0C-48D5-A31F-A8BDF3FE8084}"/>
      </w:docPartPr>
      <w:docPartBody>
        <w:p w:rsidR="00000000" w:rsidRDefault="0011198F">
          <w:pPr>
            <w:pStyle w:val="8500B9BB6AA240A78A48208260679E8E"/>
          </w:pPr>
          <w:r>
            <w:t>[Street Address]</w:t>
          </w:r>
        </w:p>
      </w:docPartBody>
    </w:docPart>
    <w:docPart>
      <w:docPartPr>
        <w:name w:val="9E0F240201A74A449464625471C17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0A519-D40D-4808-8F1E-4498F41CDFDE}"/>
      </w:docPartPr>
      <w:docPartBody>
        <w:p w:rsidR="00000000" w:rsidRDefault="0011198F">
          <w:pPr>
            <w:pStyle w:val="9E0F240201A74A449464625471C175CB"/>
          </w:pPr>
          <w:r>
            <w:t>[City, ST  ZIP Code]</w:t>
          </w:r>
        </w:p>
      </w:docPartBody>
    </w:docPart>
    <w:docPart>
      <w:docPartPr>
        <w:name w:val="34B44B62D19C4864A5365CAA39927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AA28E-0B1C-46C9-ADAF-0D6D432FFF11}"/>
      </w:docPartPr>
      <w:docPartBody>
        <w:p w:rsidR="00000000" w:rsidRDefault="0011198F">
          <w:pPr>
            <w:pStyle w:val="34B44B62D19C4864A5365CAA3992733A"/>
          </w:pPr>
          <w:r>
            <w:t xml:space="preserve">[Phone Number] </w:t>
          </w:r>
        </w:p>
      </w:docPartBody>
    </w:docPart>
    <w:docPart>
      <w:docPartPr>
        <w:name w:val="2F0C299B8E7B4035A54124796490E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6C898-CC93-4B2C-9BDB-DDCC70F46457}"/>
      </w:docPartPr>
      <w:docPartBody>
        <w:p w:rsidR="00000000" w:rsidRDefault="0011198F">
          <w:pPr>
            <w:pStyle w:val="2F0C299B8E7B4035A54124796490E2BA"/>
          </w:pPr>
          <w:r>
            <w:t>[P.O. number]</w:t>
          </w:r>
        </w:p>
      </w:docPartBody>
    </w:docPart>
    <w:docPart>
      <w:docPartPr>
        <w:name w:val="A91A66640B7B469CB61EE2C7E2EED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F837F-A371-41E3-A175-EE2E20FA8C46}"/>
      </w:docPartPr>
      <w:docPartBody>
        <w:p w:rsidR="00000000" w:rsidRDefault="0011198F">
          <w:pPr>
            <w:pStyle w:val="A91A66640B7B469CB61EE2C7E2EEDADB"/>
          </w:pPr>
          <w:r>
            <w:t>Pick the Date</w:t>
          </w:r>
        </w:p>
      </w:docPartBody>
    </w:docPart>
    <w:docPart>
      <w:docPartPr>
        <w:name w:val="2A5AFD2BB1664CC3B07A710DCB1D3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159BC-EAAE-4F6F-824A-10128932143E}"/>
      </w:docPartPr>
      <w:docPartBody>
        <w:p w:rsidR="00000000" w:rsidRDefault="0011198F">
          <w:pPr>
            <w:pStyle w:val="2A5AFD2BB1664CC3B07A710DCB1D32BA"/>
          </w:pPr>
          <w:r>
            <w:t>[Description of Item]</w:t>
          </w:r>
        </w:p>
      </w:docPartBody>
    </w:docPart>
    <w:docPart>
      <w:docPartPr>
        <w:name w:val="0AB05466652A41ADB4DE97052F0E6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D14F6-4429-47CF-BB5B-BB13BA520517}"/>
      </w:docPartPr>
      <w:docPartBody>
        <w:p w:rsidR="00000000" w:rsidRDefault="0011198F">
          <w:pPr>
            <w:pStyle w:val="0AB05466652A41ADB4DE97052F0E6860"/>
          </w:pPr>
          <w:r>
            <w:t>[4.00]</w:t>
          </w:r>
        </w:p>
      </w:docPartBody>
    </w:docPart>
    <w:docPart>
      <w:docPartPr>
        <w:name w:val="01DD2B89D65C42FEAAE4A4A6010FD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34809-16E8-4F42-8A5D-A39F0A2F24E6}"/>
      </w:docPartPr>
      <w:docPartBody>
        <w:p w:rsidR="00000000" w:rsidRDefault="0011198F">
          <w:pPr>
            <w:pStyle w:val="01DD2B89D65C42FEAAE4A4A6010FD31D"/>
          </w:pPr>
          <w:r>
            <w:t>[4.00]</w:t>
          </w:r>
        </w:p>
      </w:docPartBody>
    </w:docPart>
    <w:docPart>
      <w:docPartPr>
        <w:name w:val="1FB858EEB7744169BD3BD5182C709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58C23-DE7F-4960-91C1-C4BEDFB37E6A}"/>
      </w:docPartPr>
      <w:docPartBody>
        <w:p w:rsidR="00000000" w:rsidRDefault="0011198F">
          <w:pPr>
            <w:pStyle w:val="1FB858EEB7744169BD3BD5182C709285"/>
          </w:pPr>
          <w:r>
            <w:t>[8.2%]</w:t>
          </w:r>
        </w:p>
      </w:docPartBody>
    </w:docPart>
    <w:docPart>
      <w:docPartPr>
        <w:name w:val="326D85FA82CC4C268397D0BE34B27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116AE-BD63-492F-A190-9D11F99F381A}"/>
      </w:docPartPr>
      <w:docPartBody>
        <w:p w:rsidR="00000000" w:rsidRDefault="0011198F">
          <w:pPr>
            <w:pStyle w:val="326D85FA82CC4C268397D0BE34B2789D"/>
          </w:pPr>
          <w:r>
            <w:t>[Your name]</w:t>
          </w:r>
        </w:p>
      </w:docPartBody>
    </w:docPart>
    <w:docPart>
      <w:docPartPr>
        <w:name w:val="37614748F89F4273A6C864146B6D4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3726C-92B1-40B7-81E5-E5646E3C8270}"/>
      </w:docPartPr>
      <w:docPartBody>
        <w:p w:rsidR="00000000" w:rsidRDefault="0011198F">
          <w:pPr>
            <w:pStyle w:val="37614748F89F4273A6C864146B6D4E4D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C4B0C059CB3D4455B95CCA365105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7DBD5-13F2-4B5F-9327-A12DE332A4EC}"/>
      </w:docPartPr>
      <w:docPartBody>
        <w:p w:rsidR="00000000" w:rsidRDefault="0011198F">
          <w:pPr>
            <w:pStyle w:val="C4B0C059CB3D4455B95CCA365105453D"/>
          </w:pPr>
          <w:r>
            <w:t>[Phone Number]</w:t>
          </w:r>
        </w:p>
      </w:docPartBody>
    </w:docPart>
    <w:docPart>
      <w:docPartPr>
        <w:name w:val="F454FB1311534448A0D81CE31971C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DCB19-78C2-419E-B22F-82BE14C79F9A}"/>
      </w:docPartPr>
      <w:docPartBody>
        <w:p w:rsidR="00000000" w:rsidRDefault="0011198F">
          <w:pPr>
            <w:pStyle w:val="F454FB1311534448A0D81CE31971C85B"/>
          </w:pPr>
          <w:r>
            <w:t>[Fax Number]</w:t>
          </w:r>
        </w:p>
      </w:docPartBody>
    </w:docPart>
    <w:docPart>
      <w:docPartPr>
        <w:name w:val="E1716250BC5744C0BEC5FF0ADA8C7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1622F-C8CA-4C35-8A4A-7F8479E75B5B}"/>
      </w:docPartPr>
      <w:docPartBody>
        <w:p w:rsidR="00000000" w:rsidRDefault="0011198F">
          <w:pPr>
            <w:pStyle w:val="E1716250BC5744C0BEC5FF0ADA8C7E27"/>
          </w:pPr>
          <w:r>
            <w:t>[4.33]</w:t>
          </w:r>
        </w:p>
      </w:docPartBody>
    </w:docPart>
    <w:docPart>
      <w:docPartPr>
        <w:name w:val="6D76B6F1D3714D5B82F0710F9B251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BEA81-B2EC-4F8B-8378-41777A938F14}"/>
      </w:docPartPr>
      <w:docPartBody>
        <w:p w:rsidR="00000000" w:rsidRDefault="0011198F">
          <w:pPr>
            <w:pStyle w:val="6D76B6F1D3714D5B82F0710F9B251DF1"/>
          </w:pPr>
          <w:r>
            <w:rPr>
              <w:rStyle w:val="Heading4Char"/>
            </w:rPr>
            <w:t>[Your Name]</w:t>
          </w:r>
        </w:p>
      </w:docPartBody>
    </w:docPart>
    <w:docPart>
      <w:docPartPr>
        <w:name w:val="93CCD5BB16904C4B8627A3C9643A3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DC91E-6257-4946-BB75-F1EDCFA7FECD}"/>
      </w:docPartPr>
      <w:docPartBody>
        <w:p w:rsidR="00000000" w:rsidRDefault="0011198F">
          <w:pPr>
            <w:pStyle w:val="93CCD5BB16904C4B8627A3C9643A3218"/>
          </w:pPr>
          <w:r>
            <w:t>Pick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">
    <w:altName w:val="Segoe UI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8F"/>
    <w:rsid w:val="0011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after="120" w:line="276" w:lineRule="auto"/>
      <w:outlineLvl w:val="3"/>
    </w:pPr>
    <w:rPr>
      <w:rFonts w:asciiTheme="majorHAnsi" w:eastAsiaTheme="majorEastAsia" w:hAnsiTheme="majorHAnsi" w:cstheme="majorBidi"/>
      <w:bCs/>
      <w:i/>
      <w:iCs/>
      <w:color w:val="5B9BD5" w:themeColor="accent1"/>
      <w:spacing w:val="1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AC47FA4274402A920772520A948CC8">
    <w:name w:val="D0AC47FA4274402A920772520A948CC8"/>
  </w:style>
  <w:style w:type="paragraph" w:customStyle="1" w:styleId="77C69C1D869F405B8019F1C4D9351D05">
    <w:name w:val="77C69C1D869F405B8019F1C4D9351D05"/>
  </w:style>
  <w:style w:type="paragraph" w:customStyle="1" w:styleId="08111AB6561C414DB7E4523D5F4CBA70">
    <w:name w:val="08111AB6561C414DB7E4523D5F4CBA70"/>
  </w:style>
  <w:style w:type="paragraph" w:customStyle="1" w:styleId="81568FC79B1B4416BFF928D598728848">
    <w:name w:val="81568FC79B1B4416BFF928D598728848"/>
  </w:style>
  <w:style w:type="paragraph" w:customStyle="1" w:styleId="3BC9564DAC3F40E7974069BF11599B29">
    <w:name w:val="3BC9564DAC3F40E7974069BF11599B29"/>
  </w:style>
  <w:style w:type="paragraph" w:customStyle="1" w:styleId="FF8D4044AE054CDCACA46BC033EB624F">
    <w:name w:val="FF8D4044AE054CDCACA46BC033EB624F"/>
  </w:style>
  <w:style w:type="paragraph" w:customStyle="1" w:styleId="2D1A63E6D2E346C0BDA58C690B440C82">
    <w:name w:val="2D1A63E6D2E346C0BDA58C690B440C82"/>
  </w:style>
  <w:style w:type="paragraph" w:customStyle="1" w:styleId="162A670FCCF34C419FCAE2AED7DF8B18">
    <w:name w:val="162A670FCCF34C419FCAE2AED7DF8B18"/>
  </w:style>
  <w:style w:type="paragraph" w:customStyle="1" w:styleId="F65F18EB31334D4CA3E49A6BFA574DE0">
    <w:name w:val="F65F18EB31334D4CA3E49A6BFA574DE0"/>
  </w:style>
  <w:style w:type="paragraph" w:customStyle="1" w:styleId="D81FF51D4D424F89927B50F4DAA5AC5F">
    <w:name w:val="D81FF51D4D424F89927B50F4DAA5AC5F"/>
  </w:style>
  <w:style w:type="paragraph" w:customStyle="1" w:styleId="ACC75506A19649E2A844A758B3AC8091">
    <w:name w:val="ACC75506A19649E2A844A758B3AC8091"/>
  </w:style>
  <w:style w:type="paragraph" w:customStyle="1" w:styleId="6E13178C54F34E02A7715BD748ED3D27">
    <w:name w:val="6E13178C54F34E02A7715BD748ED3D27"/>
  </w:style>
  <w:style w:type="paragraph" w:customStyle="1" w:styleId="8500B9BB6AA240A78A48208260679E8E">
    <w:name w:val="8500B9BB6AA240A78A48208260679E8E"/>
  </w:style>
  <w:style w:type="paragraph" w:customStyle="1" w:styleId="9E0F240201A74A449464625471C175CB">
    <w:name w:val="9E0F240201A74A449464625471C175CB"/>
  </w:style>
  <w:style w:type="paragraph" w:customStyle="1" w:styleId="34B44B62D19C4864A5365CAA3992733A">
    <w:name w:val="34B44B62D19C4864A5365CAA3992733A"/>
  </w:style>
  <w:style w:type="paragraph" w:customStyle="1" w:styleId="2F0C299B8E7B4035A54124796490E2BA">
    <w:name w:val="2F0C299B8E7B4035A54124796490E2BA"/>
  </w:style>
  <w:style w:type="paragraph" w:customStyle="1" w:styleId="A91A66640B7B469CB61EE2C7E2EEDADB">
    <w:name w:val="A91A66640B7B469CB61EE2C7E2EEDADB"/>
  </w:style>
  <w:style w:type="paragraph" w:customStyle="1" w:styleId="2A5AFD2BB1664CC3B07A710DCB1D32BA">
    <w:name w:val="2A5AFD2BB1664CC3B07A710DCB1D32BA"/>
  </w:style>
  <w:style w:type="paragraph" w:customStyle="1" w:styleId="0AB05466652A41ADB4DE97052F0E6860">
    <w:name w:val="0AB05466652A41ADB4DE97052F0E6860"/>
  </w:style>
  <w:style w:type="paragraph" w:customStyle="1" w:styleId="01DD2B89D65C42FEAAE4A4A6010FD31D">
    <w:name w:val="01DD2B89D65C42FEAAE4A4A6010FD31D"/>
  </w:style>
  <w:style w:type="paragraph" w:customStyle="1" w:styleId="1FB858EEB7744169BD3BD5182C709285">
    <w:name w:val="1FB858EEB7744169BD3BD5182C709285"/>
  </w:style>
  <w:style w:type="paragraph" w:customStyle="1" w:styleId="326D85FA82CC4C268397D0BE34B2789D">
    <w:name w:val="326D85FA82CC4C268397D0BE34B2789D"/>
  </w:style>
  <w:style w:type="paragraph" w:customStyle="1" w:styleId="37614748F89F4273A6C864146B6D4E4D">
    <w:name w:val="37614748F89F4273A6C864146B6D4E4D"/>
  </w:style>
  <w:style w:type="paragraph" w:customStyle="1" w:styleId="C4B0C059CB3D4455B95CCA365105453D">
    <w:name w:val="C4B0C059CB3D4455B95CCA365105453D"/>
  </w:style>
  <w:style w:type="paragraph" w:customStyle="1" w:styleId="F454FB1311534448A0D81CE31971C85B">
    <w:name w:val="F454FB1311534448A0D81CE31971C85B"/>
  </w:style>
  <w:style w:type="paragraph" w:customStyle="1" w:styleId="E1716250BC5744C0BEC5FF0ADA8C7E27">
    <w:name w:val="E1716250BC5744C0BEC5FF0ADA8C7E27"/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5B9BD5" w:themeColor="accent1"/>
      <w:spacing w:val="10"/>
      <w:sz w:val="16"/>
    </w:rPr>
  </w:style>
  <w:style w:type="paragraph" w:customStyle="1" w:styleId="6D76B6F1D3714D5B82F0710F9B251DF1">
    <w:name w:val="6D76B6F1D3714D5B82F0710F9B251DF1"/>
  </w:style>
  <w:style w:type="paragraph" w:customStyle="1" w:styleId="93CCD5BB16904C4B8627A3C9643A3218">
    <w:name w:val="93CCD5BB16904C4B8627A3C9643A32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Grayscale">
      <a:dk1>
        <a:sysClr val="windowText" lastClr="000000"/>
      </a:dk1>
      <a:lt1>
        <a:sysClr val="window" lastClr="FFFFFF"/>
      </a:lt1>
      <a:dk2>
        <a:srgbClr val="333333"/>
      </a:dk2>
      <a:lt2>
        <a:srgbClr val="E5E5E5"/>
      </a:lt2>
      <a:accent1>
        <a:srgbClr val="666666"/>
      </a:accent1>
      <a:accent2>
        <a:srgbClr val="999999"/>
      </a:accent2>
      <a:accent3>
        <a:srgbClr val="B2B2B2"/>
      </a:accent3>
      <a:accent4>
        <a:srgbClr val="515151"/>
      </a:accent4>
      <a:accent5>
        <a:srgbClr val="7F7F7F"/>
      </a:accent5>
      <a:accent6>
        <a:srgbClr val="C0C0C0"/>
      </a:accent6>
      <a:hlink>
        <a:srgbClr val="5F5F5F"/>
      </a:hlink>
      <a:folHlink>
        <a:srgbClr val="919191"/>
      </a:folHlink>
    </a:clrScheme>
    <a:fontScheme name="Purchase Order">
      <a:majorFont>
        <a:latin typeface="Segoe Condensed"/>
        <a:ea typeface=""/>
        <a:cs typeface=""/>
      </a:majorFont>
      <a:minorFont>
        <a:latin typeface="Segoe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1440BE8-E280-47B8-94B3-9E390736A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Purchase order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Company>ACME Corporation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subject/>
  <dc:creator>Marwen Mema</dc:creator>
  <cp:keywords/>
  <cp:lastModifiedBy>Marwen M.</cp:lastModifiedBy>
  <cp:revision>1</cp:revision>
  <cp:lastPrinted>2006-08-01T17:47:00Z</cp:lastPrinted>
  <dcterms:created xsi:type="dcterms:W3CDTF">2016-05-31T14:58:00Z</dcterms:created>
  <dcterms:modified xsi:type="dcterms:W3CDTF">2016-05-31T14:59:00Z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TC101733879990</vt:lpwstr>
  </property>
</Properties>
</file>